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3C1" w:rsidRDefault="000513C1">
      <w:pPr>
        <w:rPr>
          <w:lang w:val="en-US"/>
        </w:rPr>
      </w:pPr>
    </w:p>
    <w:p w:rsidR="00952C04" w:rsidRDefault="00952C04">
      <w:pPr>
        <w:rPr>
          <w:lang w:val="en-US"/>
        </w:rPr>
      </w:pPr>
    </w:p>
    <w:p w:rsidR="00952C04" w:rsidRPr="00540BF4" w:rsidRDefault="00952C04" w:rsidP="00952C04">
      <w:pPr>
        <w:jc w:val="center"/>
        <w:rPr>
          <w:b/>
          <w:sz w:val="28"/>
          <w:szCs w:val="28"/>
          <w:lang w:val="en-US"/>
        </w:rPr>
      </w:pPr>
      <w:r w:rsidRPr="00540BF4">
        <w:rPr>
          <w:b/>
          <w:sz w:val="28"/>
          <w:szCs w:val="28"/>
          <w:lang w:val="en-US"/>
        </w:rPr>
        <w:t>HEREWORTH SCHOOL CHAPLAIN’S REPORT : 2014</w:t>
      </w:r>
    </w:p>
    <w:p w:rsidR="00952C04" w:rsidRDefault="00952C04" w:rsidP="00952C04">
      <w:pPr>
        <w:jc w:val="center"/>
        <w:rPr>
          <w:b/>
          <w:lang w:val="en-US"/>
        </w:rPr>
      </w:pPr>
    </w:p>
    <w:p w:rsidR="00952C04" w:rsidRDefault="00952C04" w:rsidP="00952C04">
      <w:pPr>
        <w:jc w:val="center"/>
        <w:rPr>
          <w:b/>
          <w:lang w:val="en-US"/>
        </w:rPr>
      </w:pPr>
    </w:p>
    <w:p w:rsidR="00952C04" w:rsidRPr="00952C04" w:rsidRDefault="00952C04" w:rsidP="00952C04">
      <w:pPr>
        <w:jc w:val="center"/>
        <w:rPr>
          <w:b/>
          <w:lang w:val="en-US"/>
        </w:rPr>
      </w:pPr>
    </w:p>
    <w:p w:rsidR="00952C04" w:rsidRDefault="00952C04">
      <w:pPr>
        <w:rPr>
          <w:lang w:val="en-US"/>
        </w:rPr>
      </w:pPr>
    </w:p>
    <w:p w:rsidR="00952C04" w:rsidRDefault="00952C04" w:rsidP="00952C04">
      <w:pPr>
        <w:pStyle w:val="PlainText"/>
        <w:jc w:val="both"/>
      </w:pPr>
      <w:proofErr w:type="spellStart"/>
      <w:r>
        <w:t>Hereworth's</w:t>
      </w:r>
      <w:proofErr w:type="spellEnd"/>
      <w:r>
        <w:t xml:space="preserve"> thrice weekly morning worship continues to be a rhythm of gathering in gladness, singing with sincerity and listening , reflecting and praying in quiet thoughtfulness . Increasingly the boys have opportunities not just for reading</w:t>
      </w:r>
      <w:r w:rsidR="00F97C82">
        <w:t xml:space="preserve">  </w:t>
      </w:r>
      <w:r>
        <w:t xml:space="preserve"> The bible and singing but also of contributing by writing prayers, and taking part in some drama or activity. We made crosses from flax on Palm Sunday , used Craig's puppets to tell the story of </w:t>
      </w:r>
      <w:proofErr w:type="spellStart"/>
      <w:r>
        <w:t>Tarore</w:t>
      </w:r>
      <w:proofErr w:type="spellEnd"/>
      <w:r>
        <w:t>, have made posters to illustrate psalm 23 and All Saints 'stained glass windows'.</w:t>
      </w:r>
    </w:p>
    <w:p w:rsidR="00952C04" w:rsidRDefault="00952C04" w:rsidP="00952C04">
      <w:pPr>
        <w:pStyle w:val="PlainText"/>
        <w:jc w:val="both"/>
      </w:pPr>
    </w:p>
    <w:p w:rsidR="00952C04" w:rsidRDefault="00952C04" w:rsidP="00952C04">
      <w:pPr>
        <w:pStyle w:val="PlainText"/>
        <w:jc w:val="both"/>
      </w:pPr>
      <w:r>
        <w:t>Joseph the musical was a highlight at the school calendar, an we studied he original story in genesis. Similarly the story of Moses and the background for the f</w:t>
      </w:r>
      <w:r w:rsidR="00540BF4">
        <w:t>irst</w:t>
      </w:r>
      <w:r>
        <w:t xml:space="preserve"> Pass</w:t>
      </w:r>
      <w:r w:rsidR="00540BF4">
        <w:t>o</w:t>
      </w:r>
      <w:r>
        <w:t xml:space="preserve">ver was a prelude to understanding the importance of </w:t>
      </w:r>
      <w:r w:rsidR="00540BF4">
        <w:t>th</w:t>
      </w:r>
      <w:r>
        <w:t>e feast for Jews and Holy Week for Christians.</w:t>
      </w:r>
    </w:p>
    <w:p w:rsidR="00952C04" w:rsidRDefault="00952C04" w:rsidP="00952C04">
      <w:pPr>
        <w:pStyle w:val="PlainText"/>
        <w:jc w:val="both"/>
      </w:pPr>
    </w:p>
    <w:p w:rsidR="00952C04" w:rsidRDefault="00952C04" w:rsidP="00952C04">
      <w:pPr>
        <w:pStyle w:val="PlainText"/>
        <w:jc w:val="both"/>
      </w:pPr>
      <w:r>
        <w:t>Other topics in Re have included Palestinian life for Jesus growing up, Paul and the purpose of his journ</w:t>
      </w:r>
      <w:r w:rsidR="00036A34">
        <w:t>ey</w:t>
      </w:r>
      <w:r>
        <w:t>s.</w:t>
      </w:r>
    </w:p>
    <w:p w:rsidR="00952C04" w:rsidRDefault="00952C04" w:rsidP="00952C04">
      <w:pPr>
        <w:pStyle w:val="PlainText"/>
        <w:jc w:val="both"/>
      </w:pPr>
    </w:p>
    <w:p w:rsidR="00952C04" w:rsidRDefault="00952C04" w:rsidP="00952C04">
      <w:pPr>
        <w:pStyle w:val="PlainText"/>
        <w:jc w:val="both"/>
      </w:pPr>
      <w:r>
        <w:t xml:space="preserve">We have welcomed visiting speakers into the classroom and in chapel, who broaden and enrich our understanding of what being a Christian meant for a woman in occupied Poland, children in an orphanage in Fiji and refugees from </w:t>
      </w:r>
      <w:r w:rsidR="00036A34">
        <w:t>Sy</w:t>
      </w:r>
      <w:r>
        <w:t>ria.</w:t>
      </w:r>
    </w:p>
    <w:p w:rsidR="00952C04" w:rsidRDefault="00952C04" w:rsidP="00952C04">
      <w:pPr>
        <w:pStyle w:val="PlainText"/>
        <w:jc w:val="both"/>
      </w:pPr>
    </w:p>
    <w:p w:rsidR="00952C04" w:rsidRDefault="00952C04" w:rsidP="00952C04">
      <w:pPr>
        <w:pStyle w:val="PlainText"/>
        <w:jc w:val="both"/>
      </w:pPr>
      <w:r>
        <w:t xml:space="preserve">Recently we made footballs from plastic bags as demonstrated by an African boy from world vision. We have sent donations to the bible society Anglican missions water project, low rescue helicopter, </w:t>
      </w:r>
      <w:r w:rsidR="00036A34">
        <w:t>W</w:t>
      </w:r>
      <w:r>
        <w:t xml:space="preserve">orld </w:t>
      </w:r>
      <w:r w:rsidR="00036A34">
        <w:t>V</w:t>
      </w:r>
      <w:r>
        <w:t xml:space="preserve">ision and </w:t>
      </w:r>
      <w:r w:rsidR="00036A34">
        <w:t>B</w:t>
      </w:r>
      <w:r>
        <w:t xml:space="preserve">arnabas </w:t>
      </w:r>
      <w:r w:rsidR="00036A34">
        <w:t>F</w:t>
      </w:r>
      <w:r>
        <w:t>und.</w:t>
      </w:r>
    </w:p>
    <w:p w:rsidR="00952C04" w:rsidRDefault="00952C04" w:rsidP="00952C04">
      <w:pPr>
        <w:pStyle w:val="PlainText"/>
        <w:jc w:val="both"/>
      </w:pPr>
    </w:p>
    <w:p w:rsidR="00952C04" w:rsidRDefault="00952C04" w:rsidP="00952C04">
      <w:pPr>
        <w:pStyle w:val="PlainText"/>
        <w:jc w:val="both"/>
      </w:pPr>
      <w:r>
        <w:t>It is always a joy to welcome back old boys especially those who wish to get married here. This March was also sadly a difficult time for three members of staff whose parents passed away the week before Easter. The community was sensitively supportive both practically an emotionally. We are blessed hat we can find strength in God and that our faith, hope and love is growing daily through Jesus.</w:t>
      </w:r>
    </w:p>
    <w:p w:rsidR="00952C04" w:rsidRDefault="00952C04" w:rsidP="00952C04">
      <w:pPr>
        <w:pStyle w:val="PlainText"/>
        <w:jc w:val="both"/>
      </w:pPr>
    </w:p>
    <w:p w:rsidR="00952C04" w:rsidRDefault="00952C04" w:rsidP="00952C04">
      <w:pPr>
        <w:pStyle w:val="PlainText"/>
      </w:pPr>
    </w:p>
    <w:p w:rsidR="00952C04" w:rsidRDefault="00952C04" w:rsidP="00952C04">
      <w:pPr>
        <w:pStyle w:val="PlainText"/>
      </w:pPr>
    </w:p>
    <w:p w:rsidR="00540BF4" w:rsidRDefault="00540BF4" w:rsidP="00952C04">
      <w:pPr>
        <w:pStyle w:val="PlainText"/>
      </w:pPr>
    </w:p>
    <w:p w:rsidR="00540BF4" w:rsidRDefault="00540BF4" w:rsidP="00952C04">
      <w:pPr>
        <w:pStyle w:val="PlainText"/>
      </w:pPr>
      <w:bookmarkStart w:id="0" w:name="_GoBack"/>
      <w:bookmarkEnd w:id="0"/>
    </w:p>
    <w:p w:rsidR="00952C04" w:rsidRDefault="00952C04" w:rsidP="00952C04">
      <w:pPr>
        <w:pStyle w:val="PlainText"/>
      </w:pPr>
    </w:p>
    <w:p w:rsidR="00952C04" w:rsidRPr="00952C04" w:rsidRDefault="00952C04" w:rsidP="00952C04">
      <w:pPr>
        <w:pStyle w:val="PlainText"/>
        <w:rPr>
          <w:b/>
          <w:sz w:val="24"/>
          <w:szCs w:val="24"/>
        </w:rPr>
      </w:pPr>
      <w:r w:rsidRPr="00952C04">
        <w:rPr>
          <w:b/>
          <w:sz w:val="24"/>
          <w:szCs w:val="24"/>
        </w:rPr>
        <w:t>Rosie Hayes</w:t>
      </w:r>
    </w:p>
    <w:p w:rsidR="00952C04" w:rsidRPr="00952C04" w:rsidRDefault="00952C04">
      <w:pPr>
        <w:rPr>
          <w:lang w:val="en-US"/>
        </w:rPr>
      </w:pPr>
    </w:p>
    <w:sectPr w:rsidR="00952C04" w:rsidRPr="00952C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C04"/>
    <w:rsid w:val="00036A34"/>
    <w:rsid w:val="000513C1"/>
    <w:rsid w:val="00540BF4"/>
    <w:rsid w:val="00952C04"/>
    <w:rsid w:val="00C3283D"/>
    <w:rsid w:val="00F97C8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52C04"/>
    <w:rPr>
      <w:rFonts w:ascii="Calibri" w:hAnsi="Calibri"/>
      <w:szCs w:val="21"/>
    </w:rPr>
  </w:style>
  <w:style w:type="character" w:customStyle="1" w:styleId="PlainTextChar">
    <w:name w:val="Plain Text Char"/>
    <w:basedOn w:val="DefaultParagraphFont"/>
    <w:link w:val="PlainText"/>
    <w:uiPriority w:val="99"/>
    <w:semiHidden/>
    <w:rsid w:val="00952C04"/>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52C04"/>
    <w:rPr>
      <w:rFonts w:ascii="Calibri" w:hAnsi="Calibri"/>
      <w:szCs w:val="21"/>
    </w:rPr>
  </w:style>
  <w:style w:type="character" w:customStyle="1" w:styleId="PlainTextChar">
    <w:name w:val="Plain Text Char"/>
    <w:basedOn w:val="DefaultParagraphFont"/>
    <w:link w:val="PlainText"/>
    <w:uiPriority w:val="99"/>
    <w:semiHidden/>
    <w:rsid w:val="00952C0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06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C409DB1F</Template>
  <TotalTime>5</TotalTime>
  <Pages>1</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Trish Truman</dc:creator>
  <cp:lastModifiedBy>Trish Truman</cp:lastModifiedBy>
  <cp:revision>4</cp:revision>
  <dcterms:created xsi:type="dcterms:W3CDTF">2014-07-07T02:17:00Z</dcterms:created>
  <dcterms:modified xsi:type="dcterms:W3CDTF">2014-07-08T20:52:00Z</dcterms:modified>
</cp:coreProperties>
</file>